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A3" w:rsidRPr="00804A63" w:rsidRDefault="001D50A3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1D50A3" w:rsidRPr="00804A63" w:rsidRDefault="001D50A3" w:rsidP="005D4E6F">
      <w:pPr>
        <w:jc w:val="both"/>
        <w:rPr>
          <w:rFonts w:ascii="Arial" w:hAnsi="Arial" w:cs="Arial"/>
          <w:sz w:val="20"/>
          <w:szCs w:val="20"/>
        </w:rPr>
      </w:pPr>
    </w:p>
    <w:p w:rsidR="001D50A3" w:rsidRPr="00804A63" w:rsidRDefault="001D50A3" w:rsidP="005D4E6F">
      <w:pPr>
        <w:jc w:val="both"/>
        <w:rPr>
          <w:rFonts w:ascii="Arial" w:hAnsi="Arial" w:cs="Arial"/>
          <w:sz w:val="16"/>
          <w:szCs w:val="16"/>
        </w:rPr>
      </w:pPr>
    </w:p>
    <w:p w:rsidR="001D50A3" w:rsidRPr="00804A63" w:rsidRDefault="001D50A3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1D50A3" w:rsidRPr="00804A63" w:rsidRDefault="001D50A3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1D50A3" w:rsidRPr="00804A6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Pr="00804A63" w:rsidRDefault="001D50A3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1D50A3" w:rsidRPr="00804A63" w:rsidTr="001D673E">
        <w:tc>
          <w:tcPr>
            <w:tcW w:w="9639" w:type="dxa"/>
            <w:shd w:val="clear" w:color="auto" w:fill="CCFFFF"/>
          </w:tcPr>
          <w:p w:rsidR="001D50A3" w:rsidRDefault="001D50A3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50A3" w:rsidRDefault="001D50A3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1D50A3" w:rsidRDefault="001D50A3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1D50A3" w:rsidRPr="00804A63" w:rsidRDefault="001D50A3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D50A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Pr="00804A63" w:rsidRDefault="001D50A3" w:rsidP="005D4E6F">
      <w:pPr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1D50A3" w:rsidRPr="00B94027" w:rsidRDefault="001D50A3" w:rsidP="00BD7552">
      <w:pPr>
        <w:jc w:val="center"/>
        <w:rPr>
          <w:rFonts w:ascii="Arial" w:hAnsi="Arial" w:cs="Arial"/>
          <w:b/>
          <w:sz w:val="20"/>
          <w:szCs w:val="20"/>
        </w:rPr>
      </w:pPr>
      <w:r w:rsidRPr="00052B52">
        <w:rPr>
          <w:rFonts w:ascii="Arial" w:hAnsi="Arial" w:cs="Arial"/>
          <w:b/>
          <w:color w:val="000000"/>
          <w:sz w:val="22"/>
          <w:szCs w:val="22"/>
        </w:rPr>
        <w:t xml:space="preserve">Dostawa 2 specjalistycznych samochodów </w:t>
      </w:r>
      <w:r w:rsidRPr="00052B52">
        <w:rPr>
          <w:rFonts w:ascii="Arial" w:hAnsi="Arial" w:cs="Arial"/>
          <w:b/>
          <w:sz w:val="22"/>
          <w:szCs w:val="22"/>
        </w:rPr>
        <w:t>na potrzeby Zespołu Parków Krajobrazowych Województwa Łódzkiego</w:t>
      </w:r>
    </w:p>
    <w:p w:rsidR="001D50A3" w:rsidRPr="00804A63" w:rsidRDefault="001D50A3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1D50A3" w:rsidRPr="009713ED" w:rsidRDefault="001D50A3" w:rsidP="00DE0CD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Część nr 1:</w:t>
      </w:r>
      <w:r w:rsidRPr="009713ED">
        <w:rPr>
          <w:rFonts w:ascii="Arial" w:hAnsi="Arial" w:cs="Arial"/>
          <w:b/>
        </w:rPr>
        <w:t xml:space="preserve"> </w:t>
      </w:r>
      <w:r w:rsidRPr="009713ED">
        <w:rPr>
          <w:rFonts w:ascii="Arial" w:hAnsi="Arial" w:cs="Arial"/>
          <w:b/>
          <w:sz w:val="20"/>
          <w:szCs w:val="20"/>
        </w:rPr>
        <w:t xml:space="preserve">Dostawa specjalistycznego samochodu </w:t>
      </w:r>
      <w:r w:rsidRPr="009713ED">
        <w:rPr>
          <w:rFonts w:ascii="Arial" w:hAnsi="Arial" w:cs="Arial"/>
          <w:b/>
          <w:bCs/>
          <w:sz w:val="20"/>
          <w:szCs w:val="20"/>
        </w:rPr>
        <w:t>przystosowanego do przewozu 5 osób</w:t>
      </w:r>
      <w:r w:rsidRPr="009713ED">
        <w:rPr>
          <w:rFonts w:ascii="Arial" w:hAnsi="Arial" w:cs="Arial"/>
          <w:b/>
          <w:sz w:val="20"/>
          <w:szCs w:val="20"/>
        </w:rPr>
        <w:t xml:space="preserve"> typu SUV</w:t>
      </w:r>
    </w:p>
    <w:p w:rsidR="001D50A3" w:rsidRPr="009713ED" w:rsidRDefault="001D50A3" w:rsidP="00BD7552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Część</w:t>
      </w:r>
      <w:r w:rsidRPr="009713E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nr 2: </w:t>
      </w:r>
      <w:r w:rsidRPr="009713E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Pr="009713ED">
        <w:rPr>
          <w:rFonts w:ascii="Arial" w:hAnsi="Arial" w:cs="Arial"/>
          <w:b/>
          <w:sz w:val="20"/>
          <w:szCs w:val="20"/>
        </w:rPr>
        <w:t xml:space="preserve">specjalistycznego samochodu </w:t>
      </w:r>
      <w:r w:rsidRPr="009713ED">
        <w:rPr>
          <w:rFonts w:ascii="Arial" w:hAnsi="Arial" w:cs="Arial"/>
          <w:b/>
          <w:bCs/>
          <w:sz w:val="20"/>
          <w:szCs w:val="20"/>
        </w:rPr>
        <w:t>przystosowanego do przewozu 7 osób typu VAN</w:t>
      </w:r>
    </w:p>
    <w:p w:rsidR="001D50A3" w:rsidRPr="00804A63" w:rsidRDefault="001D50A3" w:rsidP="009F20B9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(sygn. post. </w:t>
      </w:r>
      <w:r>
        <w:rPr>
          <w:rFonts w:ascii="Arial" w:hAnsi="Arial" w:cs="Arial"/>
          <w:b/>
          <w:sz w:val="20"/>
          <w:szCs w:val="20"/>
        </w:rPr>
        <w:t>ZPKWŁ.271.5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1D50A3" w:rsidRPr="00804A63" w:rsidRDefault="001D50A3" w:rsidP="00E95374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1D50A3" w:rsidRPr="00804A63" w:rsidRDefault="001D50A3" w:rsidP="00E95374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 </w:t>
      </w:r>
    </w:p>
    <w:p w:rsidR="001D50A3" w:rsidRPr="00804A63" w:rsidRDefault="001D50A3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1D50A3" w:rsidRDefault="001D50A3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1D50A3" w:rsidRPr="00804A63" w:rsidRDefault="001D50A3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1D50A3" w:rsidRDefault="001D50A3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1D50A3" w:rsidRDefault="001D50A3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1D50A3" w:rsidRPr="00804A63" w:rsidRDefault="001D50A3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1D50A3" w:rsidRPr="00804A63" w:rsidRDefault="001D50A3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1D50A3" w:rsidRDefault="001D50A3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1D50A3" w:rsidRPr="00804A63" w:rsidRDefault="001D50A3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1D50A3" w:rsidRPr="00804A63" w:rsidRDefault="001D50A3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1D50A3" w:rsidRPr="00804A63" w:rsidRDefault="001D50A3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1D50A3" w:rsidRPr="00804A63" w:rsidRDefault="001D50A3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1D50A3" w:rsidRPr="00804A63" w:rsidRDefault="001D50A3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1D50A3" w:rsidRPr="00804A63" w:rsidRDefault="001D50A3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1D50A3" w:rsidRPr="00804A63" w:rsidRDefault="001D50A3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1D50A3" w:rsidRPr="00804A63" w:rsidRDefault="001D50A3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1D50A3" w:rsidRPr="00804A63" w:rsidRDefault="001D50A3" w:rsidP="005D4E6F">
      <w:pPr>
        <w:pStyle w:val="BodyText"/>
        <w:rPr>
          <w:sz w:val="20"/>
          <w:szCs w:val="20"/>
        </w:rPr>
      </w:pPr>
    </w:p>
    <w:p w:rsidR="001D50A3" w:rsidRPr="00804A63" w:rsidRDefault="001D50A3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1D50A3" w:rsidRPr="00804A63" w:rsidRDefault="001D50A3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1D50A3" w:rsidRDefault="001D50A3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1D50A3" w:rsidRPr="00804A63" w:rsidRDefault="001D50A3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1D50A3" w:rsidRPr="00804A63" w:rsidRDefault="001D50A3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1D50A3" w:rsidRPr="00804A63" w:rsidRDefault="001D50A3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1D50A3" w:rsidRPr="00804A63" w:rsidRDefault="001D50A3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1D50A3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0A3" w:rsidRDefault="001D50A3">
      <w:r>
        <w:separator/>
      </w:r>
    </w:p>
  </w:endnote>
  <w:endnote w:type="continuationSeparator" w:id="0">
    <w:p w:rsidR="001D50A3" w:rsidRDefault="001D5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A3" w:rsidRDefault="001D50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50A3" w:rsidRDefault="001D50A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0A3" w:rsidRPr="00993339" w:rsidRDefault="001D50A3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1D50A3" w:rsidRPr="00993339" w:rsidRDefault="001D50A3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0A3" w:rsidRDefault="001D50A3">
      <w:r>
        <w:separator/>
      </w:r>
    </w:p>
  </w:footnote>
  <w:footnote w:type="continuationSeparator" w:id="0">
    <w:p w:rsidR="001D50A3" w:rsidRDefault="001D50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22171"/>
    <w:rsid w:val="00052B52"/>
    <w:rsid w:val="00063959"/>
    <w:rsid w:val="00072D56"/>
    <w:rsid w:val="000D18E2"/>
    <w:rsid w:val="000D340B"/>
    <w:rsid w:val="000E48E8"/>
    <w:rsid w:val="00103147"/>
    <w:rsid w:val="00106740"/>
    <w:rsid w:val="0014404C"/>
    <w:rsid w:val="00151C72"/>
    <w:rsid w:val="001619AE"/>
    <w:rsid w:val="001A15D8"/>
    <w:rsid w:val="001D50A3"/>
    <w:rsid w:val="001D673E"/>
    <w:rsid w:val="001E54A6"/>
    <w:rsid w:val="002D01AA"/>
    <w:rsid w:val="002E4BC2"/>
    <w:rsid w:val="003277BF"/>
    <w:rsid w:val="00332CE4"/>
    <w:rsid w:val="00366E84"/>
    <w:rsid w:val="0037386E"/>
    <w:rsid w:val="003D09F9"/>
    <w:rsid w:val="00400F5E"/>
    <w:rsid w:val="00463380"/>
    <w:rsid w:val="00464F05"/>
    <w:rsid w:val="0054784A"/>
    <w:rsid w:val="00594E32"/>
    <w:rsid w:val="005D4E6F"/>
    <w:rsid w:val="0062046F"/>
    <w:rsid w:val="00650BFD"/>
    <w:rsid w:val="00687FFE"/>
    <w:rsid w:val="0069685B"/>
    <w:rsid w:val="006A4FBB"/>
    <w:rsid w:val="007222A2"/>
    <w:rsid w:val="00754BE1"/>
    <w:rsid w:val="007E0291"/>
    <w:rsid w:val="007E0B36"/>
    <w:rsid w:val="007F4B1E"/>
    <w:rsid w:val="00804A63"/>
    <w:rsid w:val="008147E7"/>
    <w:rsid w:val="008A48D0"/>
    <w:rsid w:val="008D27DE"/>
    <w:rsid w:val="009218EE"/>
    <w:rsid w:val="00952D8E"/>
    <w:rsid w:val="009713ED"/>
    <w:rsid w:val="00971CE0"/>
    <w:rsid w:val="00972C1A"/>
    <w:rsid w:val="009827EE"/>
    <w:rsid w:val="00993339"/>
    <w:rsid w:val="009B594D"/>
    <w:rsid w:val="009E541B"/>
    <w:rsid w:val="009F20B9"/>
    <w:rsid w:val="00A058C5"/>
    <w:rsid w:val="00A30508"/>
    <w:rsid w:val="00A57D42"/>
    <w:rsid w:val="00A82EB9"/>
    <w:rsid w:val="00AA7C1A"/>
    <w:rsid w:val="00B11CFF"/>
    <w:rsid w:val="00B360BC"/>
    <w:rsid w:val="00B94027"/>
    <w:rsid w:val="00BD7552"/>
    <w:rsid w:val="00BE1D0F"/>
    <w:rsid w:val="00BE5F86"/>
    <w:rsid w:val="00C23F07"/>
    <w:rsid w:val="00CE3EE4"/>
    <w:rsid w:val="00D31BB6"/>
    <w:rsid w:val="00D44CCF"/>
    <w:rsid w:val="00D71934"/>
    <w:rsid w:val="00DB2202"/>
    <w:rsid w:val="00DE0CD3"/>
    <w:rsid w:val="00E40CE8"/>
    <w:rsid w:val="00E46BE6"/>
    <w:rsid w:val="00E905AE"/>
    <w:rsid w:val="00E90688"/>
    <w:rsid w:val="00E95374"/>
    <w:rsid w:val="00EE103A"/>
    <w:rsid w:val="00F9669C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288</Words>
  <Characters>1729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16</cp:revision>
  <cp:lastPrinted>2016-10-12T05:57:00Z</cp:lastPrinted>
  <dcterms:created xsi:type="dcterms:W3CDTF">2016-09-06T13:14:00Z</dcterms:created>
  <dcterms:modified xsi:type="dcterms:W3CDTF">2017-09-15T10:40:00Z</dcterms:modified>
</cp:coreProperties>
</file>